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7F" w:rsidRPr="003E3B15" w:rsidRDefault="0067367F" w:rsidP="0067367F">
      <w:pPr>
        <w:jc w:val="center"/>
        <w:rPr>
          <w:b/>
          <w:bCs/>
          <w:sz w:val="28"/>
          <w:szCs w:val="32"/>
        </w:rPr>
      </w:pPr>
      <w:r w:rsidRPr="003E3B15">
        <w:rPr>
          <w:b/>
          <w:bCs/>
          <w:sz w:val="28"/>
          <w:szCs w:val="32"/>
        </w:rPr>
        <w:t>Dane: 125183000320</w:t>
      </w:r>
    </w:p>
    <w:p w:rsidR="0067367F" w:rsidRDefault="0067367F" w:rsidP="0067367F">
      <w:pPr>
        <w:jc w:val="center"/>
        <w:rPr>
          <w:b/>
          <w:bCs/>
          <w:sz w:val="28"/>
          <w:szCs w:val="32"/>
        </w:rPr>
      </w:pPr>
      <w:r w:rsidRPr="003E3B15">
        <w:rPr>
          <w:b/>
          <w:bCs/>
          <w:sz w:val="28"/>
          <w:szCs w:val="32"/>
        </w:rPr>
        <w:t xml:space="preserve">Nit: 832004297 </w:t>
      </w:r>
      <w:r>
        <w:rPr>
          <w:b/>
          <w:bCs/>
          <w:sz w:val="28"/>
          <w:szCs w:val="32"/>
        </w:rPr>
        <w:t>–</w:t>
      </w:r>
      <w:r w:rsidRPr="003E3B15">
        <w:rPr>
          <w:b/>
          <w:bCs/>
          <w:sz w:val="28"/>
          <w:szCs w:val="32"/>
        </w:rPr>
        <w:t xml:space="preserve"> 7</w:t>
      </w:r>
    </w:p>
    <w:p w:rsidR="0067367F" w:rsidRPr="003E3B15" w:rsidRDefault="0067367F" w:rsidP="0067367F">
      <w:pPr>
        <w:jc w:val="center"/>
        <w:rPr>
          <w:b/>
          <w:bCs/>
          <w:sz w:val="28"/>
          <w:szCs w:val="32"/>
        </w:rPr>
      </w:pPr>
    </w:p>
    <w:p w:rsidR="0067367F" w:rsidRDefault="0067367F" w:rsidP="0067367F">
      <w:pPr>
        <w:jc w:val="center"/>
        <w:rPr>
          <w:b/>
          <w:bCs/>
          <w:sz w:val="32"/>
          <w:szCs w:val="32"/>
        </w:rPr>
      </w:pPr>
      <w:r w:rsidRPr="003E3B15">
        <w:rPr>
          <w:bCs/>
          <w:sz w:val="32"/>
          <w:szCs w:val="32"/>
        </w:rPr>
        <w:t>La suscrita Rectora y Coordinador de escuelas rurales de la Institución Educativa Departamental Rufino Cuervo Sede</w:t>
      </w:r>
      <w:r>
        <w:rPr>
          <w:b/>
          <w:bCs/>
          <w:sz w:val="32"/>
          <w:szCs w:val="32"/>
        </w:rPr>
        <w:t xml:space="preserve"> </w:t>
      </w:r>
    </w:p>
    <w:p w:rsidR="0067367F" w:rsidRDefault="00A01BBB" w:rsidP="0067367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</w:t>
      </w:r>
    </w:p>
    <w:p w:rsidR="0067367F" w:rsidRDefault="0067367F" w:rsidP="0067367F">
      <w:pPr>
        <w:jc w:val="center"/>
        <w:rPr>
          <w:b/>
          <w:bCs/>
          <w:sz w:val="32"/>
          <w:szCs w:val="32"/>
        </w:rPr>
      </w:pPr>
    </w:p>
    <w:p w:rsidR="0067367F" w:rsidRDefault="0067367F" w:rsidP="0067367F">
      <w:pPr>
        <w:jc w:val="center"/>
        <w:rPr>
          <w:b/>
          <w:bCs/>
          <w:sz w:val="32"/>
          <w:szCs w:val="32"/>
        </w:rPr>
      </w:pPr>
    </w:p>
    <w:p w:rsidR="0067367F" w:rsidRDefault="0067367F" w:rsidP="0067367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CERTIFICA</w:t>
      </w:r>
    </w:p>
    <w:p w:rsidR="0067367F" w:rsidRDefault="0067367F" w:rsidP="0067367F">
      <w:pPr>
        <w:jc w:val="center"/>
        <w:rPr>
          <w:b/>
          <w:bCs/>
          <w:sz w:val="32"/>
          <w:szCs w:val="32"/>
        </w:rPr>
      </w:pPr>
    </w:p>
    <w:p w:rsidR="0067367F" w:rsidRPr="00A01BBB" w:rsidRDefault="0067367F" w:rsidP="0067367F">
      <w:pPr>
        <w:jc w:val="both"/>
        <w:rPr>
          <w:rFonts w:ascii="Arial" w:hAnsi="Arial" w:cs="Arial"/>
          <w:bCs/>
        </w:rPr>
      </w:pPr>
      <w:r w:rsidRPr="00A01BBB">
        <w:rPr>
          <w:rFonts w:ascii="Arial" w:hAnsi="Arial" w:cs="Arial"/>
          <w:bCs/>
        </w:rPr>
        <w:t xml:space="preserve">Que el estudiante _____________________ identificado con Tarjeta de Identidad Nº________________  de  </w:t>
      </w:r>
      <w:r w:rsidR="00A01BBB" w:rsidRPr="00A01BBB">
        <w:rPr>
          <w:rFonts w:ascii="Arial" w:hAnsi="Arial" w:cs="Arial"/>
          <w:bCs/>
        </w:rPr>
        <w:t>_______________</w:t>
      </w:r>
      <w:r w:rsidRPr="00A01BBB">
        <w:rPr>
          <w:rFonts w:ascii="Arial" w:hAnsi="Arial" w:cs="Arial"/>
          <w:bCs/>
        </w:rPr>
        <w:t xml:space="preserve"> cursó y aprobó en este plantel durante el año lectivo 2011 el grado Quinto (5º) de Básica Primaria con las calificaciones e intensidad horaria semanal así:</w:t>
      </w:r>
    </w:p>
    <w:p w:rsidR="0067367F" w:rsidRPr="006B4232" w:rsidRDefault="0067367F" w:rsidP="0067367F">
      <w:pPr>
        <w:jc w:val="both"/>
        <w:rPr>
          <w:bCs/>
          <w:sz w:val="16"/>
          <w:szCs w:val="32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29"/>
        <w:gridCol w:w="708"/>
        <w:gridCol w:w="709"/>
        <w:gridCol w:w="2268"/>
      </w:tblGrid>
      <w:tr w:rsidR="0067367F" w:rsidRPr="00010349" w:rsidTr="006E65F3">
        <w:trPr>
          <w:trHeight w:val="510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67F" w:rsidRPr="000475F8" w:rsidRDefault="0067367F" w:rsidP="006E65F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AREAS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:rsidR="0067367F" w:rsidRPr="000475F8" w:rsidRDefault="0067367F" w:rsidP="006E65F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H. 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Pr="000475F8" w:rsidRDefault="0067367F" w:rsidP="006E65F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VALORACIONES</w:t>
            </w:r>
          </w:p>
        </w:tc>
      </w:tr>
      <w:tr w:rsidR="0067367F" w:rsidRPr="00010349" w:rsidTr="006E65F3">
        <w:trPr>
          <w:trHeight w:val="392"/>
        </w:trPr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Pr="001F1B52" w:rsidRDefault="0067367F" w:rsidP="006E65F3"/>
        </w:tc>
        <w:tc>
          <w:tcPr>
            <w:tcW w:w="70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7367F" w:rsidRPr="001F1B52" w:rsidRDefault="0067367F" w:rsidP="006E6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Pr="000475F8" w:rsidRDefault="0067367F" w:rsidP="006E65F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Valor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Pr="000475F8" w:rsidRDefault="0067367F" w:rsidP="006E65F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Letras</w:t>
            </w:r>
          </w:p>
        </w:tc>
      </w:tr>
      <w:tr w:rsidR="0067367F" w:rsidRPr="00010349" w:rsidTr="006E65F3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Pr="001F1B52" w:rsidRDefault="0067367F" w:rsidP="006E65F3">
            <w:r>
              <w:t>CIENCIAS NATURALES Y EDUCACIÓN AMBIENTAL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367F" w:rsidRPr="001F1B52" w:rsidRDefault="0067367F" w:rsidP="006E6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67F" w:rsidRDefault="0067367F" w:rsidP="006E65F3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67F" w:rsidRPr="009C5C76" w:rsidRDefault="0067367F" w:rsidP="006E65F3">
            <w:pPr>
              <w:jc w:val="center"/>
              <w:rPr>
                <w:b/>
                <w:color w:val="000000"/>
              </w:rPr>
            </w:pPr>
          </w:p>
        </w:tc>
      </w:tr>
      <w:tr w:rsidR="0067367F" w:rsidRPr="00010349" w:rsidTr="006E65F3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Pr="001F1B52" w:rsidRDefault="0067367F" w:rsidP="006E65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EDUCACIÓN FÍSICA RECREACIÓN Y DEPORTE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367F" w:rsidRPr="001F1B52" w:rsidRDefault="0067367F" w:rsidP="006E6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67F" w:rsidRDefault="0067367F" w:rsidP="006E65F3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67F" w:rsidRPr="009C5C76" w:rsidRDefault="0067367F" w:rsidP="006E65F3">
            <w:pPr>
              <w:jc w:val="center"/>
              <w:rPr>
                <w:b/>
                <w:color w:val="000000"/>
              </w:rPr>
            </w:pPr>
          </w:p>
        </w:tc>
      </w:tr>
      <w:tr w:rsidR="0067367F" w:rsidRPr="00010349" w:rsidTr="006E65F3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Pr="001F1B52" w:rsidRDefault="0067367F" w:rsidP="006E65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CIENCIAS SOCIALES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367F" w:rsidRPr="001F1B52" w:rsidRDefault="0067367F" w:rsidP="006E6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67F" w:rsidRDefault="0067367F" w:rsidP="006E65F3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67F" w:rsidRPr="009C5C76" w:rsidRDefault="0067367F" w:rsidP="006E65F3">
            <w:pPr>
              <w:jc w:val="center"/>
              <w:rPr>
                <w:b/>
                <w:color w:val="000000"/>
              </w:rPr>
            </w:pPr>
          </w:p>
        </w:tc>
      </w:tr>
      <w:tr w:rsidR="0067367F" w:rsidRPr="00010349" w:rsidTr="006E65F3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Pr="001F1B52" w:rsidRDefault="0067367F" w:rsidP="006E65F3">
            <w:r>
              <w:t>EDUCACIÓN ARTÍSTICA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367F" w:rsidRPr="001F1B52" w:rsidRDefault="0067367F" w:rsidP="006E6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67F" w:rsidRDefault="0067367F" w:rsidP="006E65F3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67F" w:rsidRPr="009C5C76" w:rsidRDefault="0067367F" w:rsidP="006E65F3">
            <w:pPr>
              <w:jc w:val="center"/>
              <w:rPr>
                <w:b/>
                <w:color w:val="000000"/>
              </w:rPr>
            </w:pPr>
          </w:p>
        </w:tc>
      </w:tr>
      <w:tr w:rsidR="0067367F" w:rsidRPr="00010349" w:rsidTr="006E65F3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Pr="001F1B52" w:rsidRDefault="0067367F" w:rsidP="006E65F3">
            <w:r>
              <w:t>EDUCACIÓN RELIGIOSA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367F" w:rsidRPr="001F1B52" w:rsidRDefault="0067367F" w:rsidP="006E6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67F" w:rsidRDefault="0067367F" w:rsidP="006E65F3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67F" w:rsidRPr="009C5C76" w:rsidRDefault="0067367F" w:rsidP="006E65F3">
            <w:pPr>
              <w:jc w:val="center"/>
              <w:rPr>
                <w:b/>
                <w:color w:val="000000"/>
              </w:rPr>
            </w:pPr>
          </w:p>
        </w:tc>
      </w:tr>
      <w:tr w:rsidR="0067367F" w:rsidRPr="00010349" w:rsidTr="006E65F3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Pr="001F1B52" w:rsidRDefault="0067367F" w:rsidP="006E65F3">
            <w:r>
              <w:t>HUMANIDADES, ESPAÑOL E INGLES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Pr="001F1B52" w:rsidRDefault="0067367F" w:rsidP="006E6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Default="0067367F" w:rsidP="006E65F3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Pr="009C5C76" w:rsidRDefault="0067367F" w:rsidP="006E65F3">
            <w:pPr>
              <w:jc w:val="center"/>
              <w:rPr>
                <w:b/>
                <w:color w:val="000000"/>
              </w:rPr>
            </w:pPr>
          </w:p>
        </w:tc>
      </w:tr>
      <w:tr w:rsidR="0067367F" w:rsidRPr="00010349" w:rsidTr="006E65F3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Pr="001F1B52" w:rsidRDefault="0067367F" w:rsidP="006E65F3">
            <w:r>
              <w:t>MATEMÁTICAS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Pr="001F1B52" w:rsidRDefault="0067367F" w:rsidP="006E6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67F" w:rsidRDefault="0067367F" w:rsidP="006E65F3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67F" w:rsidRPr="009C5C76" w:rsidRDefault="0067367F" w:rsidP="006E65F3">
            <w:pPr>
              <w:jc w:val="center"/>
              <w:rPr>
                <w:b/>
                <w:color w:val="000000"/>
              </w:rPr>
            </w:pPr>
          </w:p>
        </w:tc>
      </w:tr>
      <w:tr w:rsidR="0067367F" w:rsidRPr="00010349" w:rsidTr="006E65F3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Default="0067367F" w:rsidP="006E65F3">
            <w:r>
              <w:t>EDUCACIÓN ÉTICA Y VALORES HUMANOS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Default="0067367F" w:rsidP="006E6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67F" w:rsidRDefault="0067367F" w:rsidP="006E65F3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67F" w:rsidRPr="009C5C76" w:rsidRDefault="0067367F" w:rsidP="006E65F3">
            <w:pPr>
              <w:jc w:val="center"/>
              <w:rPr>
                <w:b/>
                <w:color w:val="000000"/>
              </w:rPr>
            </w:pPr>
          </w:p>
        </w:tc>
      </w:tr>
      <w:tr w:rsidR="0067367F" w:rsidRPr="00010349" w:rsidTr="006E65F3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Default="0067367F" w:rsidP="006E65F3">
            <w:r>
              <w:t>TECNOLOGÍA E INFORMÁTICA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7F" w:rsidRDefault="0067367F" w:rsidP="006E6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67F" w:rsidRDefault="0067367F" w:rsidP="006E65F3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67F" w:rsidRPr="009C5C76" w:rsidRDefault="0067367F" w:rsidP="006E65F3">
            <w:pPr>
              <w:jc w:val="center"/>
              <w:rPr>
                <w:b/>
                <w:color w:val="000000"/>
              </w:rPr>
            </w:pPr>
          </w:p>
        </w:tc>
      </w:tr>
      <w:tr w:rsidR="00A01BBB" w:rsidRPr="00010349" w:rsidTr="006E65F3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BBB" w:rsidRDefault="00A01BBB" w:rsidP="006E65F3">
            <w:r>
              <w:t>COMPORTAMIENTO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BBB" w:rsidRDefault="00A01BBB" w:rsidP="006E6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BBB" w:rsidRDefault="00A01BBB" w:rsidP="006E65F3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BBB" w:rsidRPr="009C5C76" w:rsidRDefault="00A01BBB" w:rsidP="006E65F3">
            <w:pPr>
              <w:jc w:val="center"/>
              <w:rPr>
                <w:b/>
                <w:color w:val="000000"/>
              </w:rPr>
            </w:pPr>
          </w:p>
        </w:tc>
      </w:tr>
    </w:tbl>
    <w:p w:rsidR="0067367F" w:rsidRDefault="0067367F" w:rsidP="0067367F"/>
    <w:p w:rsidR="0067367F" w:rsidRPr="00A01BBB" w:rsidRDefault="0067367F" w:rsidP="0067367F">
      <w:pPr>
        <w:rPr>
          <w:sz w:val="28"/>
        </w:rPr>
      </w:pPr>
      <w:r>
        <w:rPr>
          <w:sz w:val="28"/>
        </w:rPr>
        <w:t>Observaciones</w:t>
      </w:r>
      <w:r w:rsidRPr="009B3D68">
        <w:rPr>
          <w:sz w:val="28"/>
        </w:rPr>
        <w:t>:</w:t>
      </w:r>
      <w:r w:rsidRPr="009B3D68">
        <w:rPr>
          <w:sz w:val="28"/>
        </w:rPr>
        <w:tab/>
      </w:r>
      <w:bookmarkStart w:id="0" w:name="_GoBack"/>
      <w:r w:rsidRPr="00A01BBB">
        <w:rPr>
          <w:sz w:val="28"/>
        </w:rPr>
        <w:t>_________________________________________________</w:t>
      </w:r>
    </w:p>
    <w:p w:rsidR="0067367F" w:rsidRPr="00A01BBB" w:rsidRDefault="0067367F" w:rsidP="0067367F">
      <w:pPr>
        <w:rPr>
          <w:sz w:val="28"/>
        </w:rPr>
      </w:pPr>
      <w:r w:rsidRPr="00A01BBB">
        <w:rPr>
          <w:sz w:val="28"/>
        </w:rPr>
        <w:t>________________________________________________________________</w:t>
      </w:r>
    </w:p>
    <w:bookmarkEnd w:id="0"/>
    <w:p w:rsidR="0067367F" w:rsidRPr="005D17EC" w:rsidRDefault="0067367F" w:rsidP="0067367F">
      <w:pPr>
        <w:rPr>
          <w:sz w:val="28"/>
          <w:u w:val="single"/>
        </w:rPr>
      </w:pPr>
    </w:p>
    <w:p w:rsidR="0067367F" w:rsidRPr="009B3D68" w:rsidRDefault="0067367F" w:rsidP="0067367F">
      <w:pPr>
        <w:rPr>
          <w:sz w:val="28"/>
        </w:rPr>
      </w:pPr>
      <w:r>
        <w:rPr>
          <w:sz w:val="28"/>
        </w:rPr>
        <w:t xml:space="preserve">En constancia se firma el </w:t>
      </w:r>
      <w:r w:rsidR="00A01BBB">
        <w:rPr>
          <w:sz w:val="28"/>
        </w:rPr>
        <w:t xml:space="preserve">___________  </w:t>
      </w:r>
      <w:r>
        <w:rPr>
          <w:sz w:val="28"/>
        </w:rPr>
        <w:t xml:space="preserve">del mes de </w:t>
      </w:r>
      <w:r w:rsidR="00A01BBB">
        <w:rPr>
          <w:sz w:val="28"/>
        </w:rPr>
        <w:t>DICIEMBRE de 201__</w:t>
      </w:r>
    </w:p>
    <w:p w:rsidR="0067367F" w:rsidRDefault="0067367F" w:rsidP="0067367F">
      <w:pPr>
        <w:jc w:val="center"/>
      </w:pPr>
    </w:p>
    <w:p w:rsidR="0067367F" w:rsidRDefault="0067367F" w:rsidP="0067367F">
      <w:pPr>
        <w:jc w:val="center"/>
      </w:pPr>
    </w:p>
    <w:p w:rsidR="0067367F" w:rsidRDefault="00A01BBB" w:rsidP="0067367F">
      <w:pPr>
        <w:jc w:val="center"/>
      </w:pPr>
      <w:r>
        <w:t>_________________________________________</w:t>
      </w:r>
    </w:p>
    <w:p w:rsidR="0067367F" w:rsidRPr="003F6993" w:rsidRDefault="0067367F" w:rsidP="0067367F">
      <w:pPr>
        <w:jc w:val="center"/>
        <w:rPr>
          <w:sz w:val="28"/>
        </w:rPr>
      </w:pPr>
      <w:r>
        <w:rPr>
          <w:sz w:val="28"/>
        </w:rPr>
        <w:t>Docente</w:t>
      </w:r>
    </w:p>
    <w:p w:rsidR="0067367F" w:rsidRPr="003F6993" w:rsidRDefault="0067367F" w:rsidP="0067367F">
      <w:pPr>
        <w:jc w:val="both"/>
        <w:rPr>
          <w:sz w:val="28"/>
          <w:szCs w:val="28"/>
        </w:rPr>
      </w:pPr>
    </w:p>
    <w:p w:rsidR="0067367F" w:rsidRPr="006B4232" w:rsidRDefault="0067367F" w:rsidP="0067367F">
      <w:pPr>
        <w:rPr>
          <w:sz w:val="28"/>
        </w:rPr>
      </w:pPr>
      <w:r>
        <w:rPr>
          <w:sz w:val="28"/>
        </w:rPr>
        <w:t>ELIZABETH ZAPATA PAEZ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B4232">
        <w:rPr>
          <w:sz w:val="28"/>
        </w:rPr>
        <w:t>OSCAR GUILLERMO CORREA</w:t>
      </w:r>
    </w:p>
    <w:p w:rsidR="0067367F" w:rsidRDefault="0067367F" w:rsidP="0067367F">
      <w:pPr>
        <w:jc w:val="both"/>
        <w:rPr>
          <w:sz w:val="28"/>
        </w:rPr>
      </w:pPr>
      <w:r w:rsidRPr="006B4232">
        <w:rPr>
          <w:sz w:val="28"/>
        </w:rPr>
        <w:t xml:space="preserve">              Rectora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Pr="006B4232">
        <w:rPr>
          <w:sz w:val="28"/>
        </w:rPr>
        <w:t>Coordinador Sedes Rurales</w:t>
      </w:r>
    </w:p>
    <w:p w:rsidR="006C15B0" w:rsidRPr="002417E6" w:rsidRDefault="006C15B0" w:rsidP="002417E6"/>
    <w:sectPr w:rsidR="006C15B0" w:rsidRPr="002417E6" w:rsidSect="009954E4">
      <w:headerReference w:type="default" r:id="rId7"/>
      <w:footerReference w:type="default" r:id="rId8"/>
      <w:pgSz w:w="12240" w:h="20160" w:code="5"/>
      <w:pgMar w:top="1701" w:right="1418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26A" w:rsidRDefault="0036726A" w:rsidP="00B5407E">
      <w:r>
        <w:separator/>
      </w:r>
    </w:p>
  </w:endnote>
  <w:endnote w:type="continuationSeparator" w:id="0">
    <w:p w:rsidR="0036726A" w:rsidRDefault="0036726A" w:rsidP="00B5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07E" w:rsidRDefault="00B5407E" w:rsidP="00B5407E">
    <w:pPr>
      <w:pStyle w:val="Piedepgina"/>
      <w:jc w:val="center"/>
    </w:pPr>
    <w:r>
      <w:t>CHOCONTÁ, CARRERA 4 No. 11A-99</w:t>
    </w:r>
  </w:p>
  <w:p w:rsidR="00B5407E" w:rsidRDefault="00B5407E" w:rsidP="00B5407E">
    <w:pPr>
      <w:pStyle w:val="Piedepgina"/>
      <w:jc w:val="center"/>
    </w:pPr>
    <w:r>
      <w:t>FAX. 8561226  TEL 8562216</w:t>
    </w:r>
  </w:p>
  <w:p w:rsidR="00B5407E" w:rsidRDefault="00B5407E" w:rsidP="00B5407E">
    <w:pPr>
      <w:pStyle w:val="Piedepgina"/>
      <w:jc w:val="center"/>
    </w:pPr>
    <w:r>
      <w:t>corucuervo@hotmail.com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26A" w:rsidRDefault="0036726A" w:rsidP="00B5407E">
      <w:r>
        <w:separator/>
      </w:r>
    </w:p>
  </w:footnote>
  <w:footnote w:type="continuationSeparator" w:id="0">
    <w:p w:rsidR="0036726A" w:rsidRDefault="0036726A" w:rsidP="00B54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32C" w:rsidRDefault="0004450A" w:rsidP="00E1032C">
    <w:pPr>
      <w:pStyle w:val="Encabezado"/>
      <w:jc w:val="center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-81280</wp:posOffset>
              </wp:positionV>
              <wp:extent cx="910590" cy="792480"/>
              <wp:effectExtent l="0" t="4445" r="3810" b="317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059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32C" w:rsidRDefault="00E1032C" w:rsidP="00E1032C">
                          <w:r>
                            <w:rPr>
                              <w:noProof/>
                              <w:sz w:val="20"/>
                              <w:szCs w:val="20"/>
                              <w:lang w:val="es-CO" w:eastAsia="es-CO"/>
                            </w:rPr>
                            <w:drawing>
                              <wp:inline distT="0" distB="0" distL="0" distR="0">
                                <wp:extent cx="676275" cy="676275"/>
                                <wp:effectExtent l="19050" t="0" r="9525" b="0"/>
                                <wp:docPr id="4" name="1 Imagen" descr="Escudo de Cundinamarca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1 Imagen" descr="Escudo de Cundinamarca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6762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-6pt;margin-top:-6.4pt;width:71.7pt;height:62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bmLgQIAAA4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" stroked="f">
              <v:textbox>
                <w:txbxContent>
                  <w:p w:rsidR="00E1032C" w:rsidRDefault="00E1032C" w:rsidP="00E1032C">
                    <w:r>
                      <w:rPr>
                        <w:noProof/>
                        <w:sz w:val="20"/>
                        <w:szCs w:val="20"/>
                        <w:lang w:val="es-CO" w:eastAsia="es-CO"/>
                      </w:rPr>
                      <w:drawing>
                        <wp:inline distT="0" distB="0" distL="0" distR="0">
                          <wp:extent cx="676275" cy="676275"/>
                          <wp:effectExtent l="19050" t="0" r="9525" b="0"/>
                          <wp:docPr id="4" name="1 Imagen" descr="Escudo de Cundinamarca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1 Imagen" descr="Escudo de Cundinamarca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676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5006340</wp:posOffset>
              </wp:positionH>
              <wp:positionV relativeFrom="paragraph">
                <wp:posOffset>-80645</wp:posOffset>
              </wp:positionV>
              <wp:extent cx="767715" cy="791845"/>
              <wp:effectExtent l="0" t="0" r="0" b="317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791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32C" w:rsidRDefault="00E1032C" w:rsidP="00E1032C">
                          <w:r>
                            <w:rPr>
                              <w:noProof/>
                              <w:sz w:val="20"/>
                              <w:szCs w:val="20"/>
                              <w:lang w:val="es-CO" w:eastAsia="es-CO"/>
                            </w:rPr>
                            <w:drawing>
                              <wp:inline distT="0" distB="0" distL="0" distR="0">
                                <wp:extent cx="514350" cy="647700"/>
                                <wp:effectExtent l="19050" t="0" r="0" b="0"/>
                                <wp:docPr id="3" name="0 Imagen" descr="Escudo I E D Rufino Cuerv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0 Imagen" descr="Escudo I E D Rufino Cuerv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14350" cy="647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7" type="#_x0000_t202" style="position:absolute;left:0;text-align:left;margin-left:394.2pt;margin-top:-6.35pt;width:60.45pt;height:62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" stroked="f">
              <v:textbox>
                <w:txbxContent>
                  <w:p w:rsidR="00E1032C" w:rsidRDefault="00E1032C" w:rsidP="00E1032C">
                    <w:r>
                      <w:rPr>
                        <w:noProof/>
                        <w:sz w:val="20"/>
                        <w:szCs w:val="20"/>
                        <w:lang w:val="es-CO" w:eastAsia="es-CO"/>
                      </w:rPr>
                      <w:drawing>
                        <wp:inline distT="0" distB="0" distL="0" distR="0">
                          <wp:extent cx="514350" cy="647700"/>
                          <wp:effectExtent l="19050" t="0" r="0" b="0"/>
                          <wp:docPr id="3" name="0 Imagen" descr="Escudo I E D Rufino Cuerv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0 Imagen" descr="Escudo I E D Rufino Cuerv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14350" cy="647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5986" o:spid="_x0000_s2056" type="#_x0000_t75" style="position:absolute;left:0;text-align:left;margin-left:0;margin-top:0;width:653.75pt;height:601.2pt;z-index:-251657728;mso-position-horizontal:center;mso-position-horizontal-relative:margin;mso-position-vertical:center;mso-position-vertical-relative:margin" o:allowincell="f">
          <v:imagedata r:id="rId3" o:title="EXPE"/>
          <w10:wrap anchorx="margin" anchory="margin"/>
        </v:shape>
      </w:pict>
    </w:r>
    <w:r w:rsidR="00E1032C">
      <w:t>INSTITUCION EDUCATIVA DEPARTAMENTAL RUFINO CUERVO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5145 de Septiembre 26 de 1960.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4359 del 17 de Mayo de 1977.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10436 del 27 de Julio de 1984.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001834 del 19 de Octubre de 1992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001960 de Noviembre 20 de 2000 Jornada Nocturna.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003843 de Noviembre 16 de 2004. Media Técnica en Recreación y Deportes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Nº 002050 de Febrero 24 de 2006. Integración I. E. D. Rufino Cuervo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005856 de  Julio 10 de 2009. Educación Por Ciclos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008226 de  Octubre 20  de 2009. Técnica en Automatismos Mecatrónicos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007990 de Diciembre 13 de 2010. Técnica en Gestión Empresarial</w:t>
    </w:r>
  </w:p>
  <w:p w:rsidR="006C1A5E" w:rsidRPr="00E1032C" w:rsidRDefault="006C1A5E" w:rsidP="00E1032C">
    <w:pPr>
      <w:pStyle w:val="Encabezado"/>
      <w:rPr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2E"/>
    <w:rsid w:val="0004450A"/>
    <w:rsid w:val="00122B5A"/>
    <w:rsid w:val="001E2E61"/>
    <w:rsid w:val="002417E6"/>
    <w:rsid w:val="002B6225"/>
    <w:rsid w:val="003571C5"/>
    <w:rsid w:val="0036726A"/>
    <w:rsid w:val="00386354"/>
    <w:rsid w:val="003C737A"/>
    <w:rsid w:val="00511E05"/>
    <w:rsid w:val="005515E1"/>
    <w:rsid w:val="005807CB"/>
    <w:rsid w:val="00603E32"/>
    <w:rsid w:val="0062270B"/>
    <w:rsid w:val="0063572E"/>
    <w:rsid w:val="0067367F"/>
    <w:rsid w:val="006C15B0"/>
    <w:rsid w:val="006C1A5E"/>
    <w:rsid w:val="00715952"/>
    <w:rsid w:val="007F2033"/>
    <w:rsid w:val="00852D09"/>
    <w:rsid w:val="008C224E"/>
    <w:rsid w:val="009021E2"/>
    <w:rsid w:val="00904A97"/>
    <w:rsid w:val="00943591"/>
    <w:rsid w:val="0096472E"/>
    <w:rsid w:val="009954E4"/>
    <w:rsid w:val="009F1FA6"/>
    <w:rsid w:val="00A01BBB"/>
    <w:rsid w:val="00AC7A92"/>
    <w:rsid w:val="00B5407E"/>
    <w:rsid w:val="00B87B01"/>
    <w:rsid w:val="00CA7FE4"/>
    <w:rsid w:val="00D00D78"/>
    <w:rsid w:val="00DB7AF8"/>
    <w:rsid w:val="00E1032C"/>
    <w:rsid w:val="00E12EA9"/>
    <w:rsid w:val="00E31C16"/>
    <w:rsid w:val="00E8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954E4"/>
    <w:pPr>
      <w:keepNext/>
      <w:outlineLvl w:val="0"/>
    </w:pPr>
    <w:rPr>
      <w:b/>
      <w:bCs/>
      <w:sz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9954E4"/>
    <w:pPr>
      <w:keepNext/>
      <w:jc w:val="center"/>
      <w:outlineLvl w:val="1"/>
    </w:pPr>
    <w:rPr>
      <w:b/>
      <w:bCs/>
      <w:sz w:val="28"/>
      <w:szCs w:val="28"/>
      <w:lang w:val="es-MX"/>
    </w:rPr>
  </w:style>
  <w:style w:type="paragraph" w:styleId="Ttulo3">
    <w:name w:val="heading 3"/>
    <w:basedOn w:val="Normal"/>
    <w:next w:val="Normal"/>
    <w:link w:val="Ttulo3Car"/>
    <w:qFormat/>
    <w:rsid w:val="009954E4"/>
    <w:pPr>
      <w:keepNext/>
      <w:jc w:val="center"/>
      <w:outlineLvl w:val="2"/>
    </w:pPr>
    <w:rPr>
      <w:b/>
      <w:bCs/>
      <w:lang w:val="es-MX"/>
    </w:rPr>
  </w:style>
  <w:style w:type="paragraph" w:styleId="Ttulo7">
    <w:name w:val="heading 7"/>
    <w:basedOn w:val="Normal"/>
    <w:next w:val="Normal"/>
    <w:link w:val="Ttulo7Car"/>
    <w:qFormat/>
    <w:rsid w:val="009954E4"/>
    <w:pPr>
      <w:keepNext/>
      <w:outlineLvl w:val="6"/>
    </w:pPr>
    <w:rPr>
      <w:b/>
      <w:bCs/>
      <w:sz w:val="22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540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5407E"/>
  </w:style>
  <w:style w:type="paragraph" w:styleId="Piedepgina">
    <w:name w:val="footer"/>
    <w:basedOn w:val="Normal"/>
    <w:link w:val="PiedepginaCar"/>
    <w:uiPriority w:val="99"/>
    <w:semiHidden/>
    <w:unhideWhenUsed/>
    <w:rsid w:val="00B540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5407E"/>
  </w:style>
  <w:style w:type="paragraph" w:styleId="Textodeglobo">
    <w:name w:val="Balloon Text"/>
    <w:basedOn w:val="Normal"/>
    <w:link w:val="TextodegloboCar"/>
    <w:uiPriority w:val="99"/>
    <w:semiHidden/>
    <w:unhideWhenUsed/>
    <w:rsid w:val="00B5407E"/>
    <w:rPr>
      <w:rFonts w:ascii="Tahoma" w:eastAsiaTheme="minorHAnsi" w:hAnsi="Tahoma" w:cs="Tahoma"/>
      <w:sz w:val="16"/>
      <w:szCs w:val="16"/>
      <w:lang w:val="es-ES_tradnl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407E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9954E4"/>
    <w:rPr>
      <w:rFonts w:ascii="Times New Roman" w:eastAsia="Times New Roman" w:hAnsi="Times New Roman" w:cs="Times New Roman"/>
      <w:b/>
      <w:bCs/>
      <w:sz w:val="20"/>
      <w:szCs w:val="24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9954E4"/>
    <w:rPr>
      <w:rFonts w:ascii="Times New Roman" w:eastAsia="Times New Roman" w:hAnsi="Times New Roman" w:cs="Times New Roman"/>
      <w:b/>
      <w:bCs/>
      <w:sz w:val="28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9954E4"/>
    <w:rPr>
      <w:rFonts w:ascii="Times New Roman" w:eastAsia="Times New Roman" w:hAnsi="Times New Roman" w:cs="Times New Roman"/>
      <w:b/>
      <w:bCs/>
      <w:sz w:val="24"/>
      <w:szCs w:val="24"/>
      <w:lang w:val="es-MX" w:eastAsia="es-ES"/>
    </w:rPr>
  </w:style>
  <w:style w:type="character" w:customStyle="1" w:styleId="Ttulo7Car">
    <w:name w:val="Título 7 Car"/>
    <w:basedOn w:val="Fuentedeprrafopredeter"/>
    <w:link w:val="Ttulo7"/>
    <w:rsid w:val="009954E4"/>
    <w:rPr>
      <w:rFonts w:ascii="Times New Roman" w:eastAsia="Times New Roman" w:hAnsi="Times New Roman" w:cs="Times New Roman"/>
      <w:b/>
      <w:bCs/>
      <w:szCs w:val="28"/>
      <w:lang w:val="es-MX" w:eastAsia="es-ES"/>
    </w:rPr>
  </w:style>
  <w:style w:type="paragraph" w:styleId="Textoindependiente">
    <w:name w:val="Body Text"/>
    <w:basedOn w:val="Normal"/>
    <w:link w:val="TextoindependienteCar"/>
    <w:rsid w:val="009954E4"/>
    <w:pPr>
      <w:widowControl w:val="0"/>
      <w:jc w:val="center"/>
    </w:pPr>
    <w:rPr>
      <w:snapToGrid w:val="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9954E4"/>
    <w:rPr>
      <w:rFonts w:ascii="Times New Roman" w:eastAsia="Times New Roman" w:hAnsi="Times New Roman" w:cs="Times New Roman"/>
      <w:snapToGrid w:val="0"/>
      <w:sz w:val="24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954E4"/>
    <w:pPr>
      <w:keepNext/>
      <w:outlineLvl w:val="0"/>
    </w:pPr>
    <w:rPr>
      <w:b/>
      <w:bCs/>
      <w:sz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9954E4"/>
    <w:pPr>
      <w:keepNext/>
      <w:jc w:val="center"/>
      <w:outlineLvl w:val="1"/>
    </w:pPr>
    <w:rPr>
      <w:b/>
      <w:bCs/>
      <w:sz w:val="28"/>
      <w:szCs w:val="28"/>
      <w:lang w:val="es-MX"/>
    </w:rPr>
  </w:style>
  <w:style w:type="paragraph" w:styleId="Ttulo3">
    <w:name w:val="heading 3"/>
    <w:basedOn w:val="Normal"/>
    <w:next w:val="Normal"/>
    <w:link w:val="Ttulo3Car"/>
    <w:qFormat/>
    <w:rsid w:val="009954E4"/>
    <w:pPr>
      <w:keepNext/>
      <w:jc w:val="center"/>
      <w:outlineLvl w:val="2"/>
    </w:pPr>
    <w:rPr>
      <w:b/>
      <w:bCs/>
      <w:lang w:val="es-MX"/>
    </w:rPr>
  </w:style>
  <w:style w:type="paragraph" w:styleId="Ttulo7">
    <w:name w:val="heading 7"/>
    <w:basedOn w:val="Normal"/>
    <w:next w:val="Normal"/>
    <w:link w:val="Ttulo7Car"/>
    <w:qFormat/>
    <w:rsid w:val="009954E4"/>
    <w:pPr>
      <w:keepNext/>
      <w:outlineLvl w:val="6"/>
    </w:pPr>
    <w:rPr>
      <w:b/>
      <w:bCs/>
      <w:sz w:val="22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540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5407E"/>
  </w:style>
  <w:style w:type="paragraph" w:styleId="Piedepgina">
    <w:name w:val="footer"/>
    <w:basedOn w:val="Normal"/>
    <w:link w:val="PiedepginaCar"/>
    <w:uiPriority w:val="99"/>
    <w:semiHidden/>
    <w:unhideWhenUsed/>
    <w:rsid w:val="00B540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5407E"/>
  </w:style>
  <w:style w:type="paragraph" w:styleId="Textodeglobo">
    <w:name w:val="Balloon Text"/>
    <w:basedOn w:val="Normal"/>
    <w:link w:val="TextodegloboCar"/>
    <w:uiPriority w:val="99"/>
    <w:semiHidden/>
    <w:unhideWhenUsed/>
    <w:rsid w:val="00B5407E"/>
    <w:rPr>
      <w:rFonts w:ascii="Tahoma" w:eastAsiaTheme="minorHAnsi" w:hAnsi="Tahoma" w:cs="Tahoma"/>
      <w:sz w:val="16"/>
      <w:szCs w:val="16"/>
      <w:lang w:val="es-ES_tradnl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407E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9954E4"/>
    <w:rPr>
      <w:rFonts w:ascii="Times New Roman" w:eastAsia="Times New Roman" w:hAnsi="Times New Roman" w:cs="Times New Roman"/>
      <w:b/>
      <w:bCs/>
      <w:sz w:val="20"/>
      <w:szCs w:val="24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9954E4"/>
    <w:rPr>
      <w:rFonts w:ascii="Times New Roman" w:eastAsia="Times New Roman" w:hAnsi="Times New Roman" w:cs="Times New Roman"/>
      <w:b/>
      <w:bCs/>
      <w:sz w:val="28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9954E4"/>
    <w:rPr>
      <w:rFonts w:ascii="Times New Roman" w:eastAsia="Times New Roman" w:hAnsi="Times New Roman" w:cs="Times New Roman"/>
      <w:b/>
      <w:bCs/>
      <w:sz w:val="24"/>
      <w:szCs w:val="24"/>
      <w:lang w:val="es-MX" w:eastAsia="es-ES"/>
    </w:rPr>
  </w:style>
  <w:style w:type="character" w:customStyle="1" w:styleId="Ttulo7Car">
    <w:name w:val="Título 7 Car"/>
    <w:basedOn w:val="Fuentedeprrafopredeter"/>
    <w:link w:val="Ttulo7"/>
    <w:rsid w:val="009954E4"/>
    <w:rPr>
      <w:rFonts w:ascii="Times New Roman" w:eastAsia="Times New Roman" w:hAnsi="Times New Roman" w:cs="Times New Roman"/>
      <w:b/>
      <w:bCs/>
      <w:szCs w:val="28"/>
      <w:lang w:val="es-MX" w:eastAsia="es-ES"/>
    </w:rPr>
  </w:style>
  <w:style w:type="paragraph" w:styleId="Textoindependiente">
    <w:name w:val="Body Text"/>
    <w:basedOn w:val="Normal"/>
    <w:link w:val="TextoindependienteCar"/>
    <w:rsid w:val="009954E4"/>
    <w:pPr>
      <w:widowControl w:val="0"/>
      <w:jc w:val="center"/>
    </w:pPr>
    <w:rPr>
      <w:snapToGrid w:val="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9954E4"/>
    <w:rPr>
      <w:rFonts w:ascii="Times New Roman" w:eastAsia="Times New Roman" w:hAnsi="Times New Roman" w:cs="Times New Roman"/>
      <w:snapToGrid w:val="0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menbrete%20con%20foto%20IED%20RUFINO%20CUERV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menbrete con foto IED RUFINO CUERVO</Template>
  <TotalTime>1</TotalTime>
  <Pages>1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oscar</cp:lastModifiedBy>
  <cp:revision>2</cp:revision>
  <cp:lastPrinted>2010-09-09T14:56:00Z</cp:lastPrinted>
  <dcterms:created xsi:type="dcterms:W3CDTF">2014-11-22T17:25:00Z</dcterms:created>
  <dcterms:modified xsi:type="dcterms:W3CDTF">2014-11-22T17:25:00Z</dcterms:modified>
</cp:coreProperties>
</file>